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4AB5660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3337F9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6A743604" w14:textId="35D2D1E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337F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3337F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773B6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EC6FE83" w:rsidR="0085747A" w:rsidRPr="009C54AE" w:rsidRDefault="005D68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B88C81" w:rsidR="003823BE" w:rsidRPr="00161AB3" w:rsidRDefault="00A90A7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0AC71B7" w:rsidR="00D45B17" w:rsidRPr="009C54AE" w:rsidRDefault="00A90A7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12117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121174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9B97968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0A7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Konsolidacja sprawozdań finansowych według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>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 xml:space="preserve">Więcław W., Konsolidacja sprawozdań finansowych. Rozliczanie połączeń i podziałów w świetle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BCE8F" w14:textId="77777777" w:rsidR="00057C81" w:rsidRDefault="00057C81" w:rsidP="00C16ABF">
      <w:pPr>
        <w:spacing w:after="0" w:line="240" w:lineRule="auto"/>
      </w:pPr>
      <w:r>
        <w:separator/>
      </w:r>
    </w:p>
  </w:endnote>
  <w:endnote w:type="continuationSeparator" w:id="0">
    <w:p w14:paraId="04D1AA4B" w14:textId="77777777" w:rsidR="00057C81" w:rsidRDefault="00057C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30FEC" w14:textId="77777777" w:rsidR="00057C81" w:rsidRDefault="00057C81" w:rsidP="00C16ABF">
      <w:pPr>
        <w:spacing w:after="0" w:line="240" w:lineRule="auto"/>
      </w:pPr>
      <w:r>
        <w:separator/>
      </w:r>
    </w:p>
  </w:footnote>
  <w:footnote w:type="continuationSeparator" w:id="0">
    <w:p w14:paraId="2E40D732" w14:textId="77777777" w:rsidR="00057C81" w:rsidRDefault="00057C81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5741F"/>
    <w:rsid w:val="00057C8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37F9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D686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3B60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04B32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0A72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9D7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2F579-0ACF-4E32-9988-F0621448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862</Words>
  <Characters>5175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2020-12-15T14:27:00Z</dcterms:created>
  <dcterms:modified xsi:type="dcterms:W3CDTF">2022-02-11T10:38:00Z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